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9029F8" w14:textId="77777777" w:rsidR="0073296D" w:rsidRPr="00981026" w:rsidRDefault="001A39DF" w:rsidP="001A39DF">
      <w:pPr>
        <w:ind w:left="720" w:hanging="720"/>
        <w:jc w:val="center"/>
        <w:rPr>
          <w:rFonts w:asciiTheme="minorHAnsi" w:hAnsiTheme="minorHAnsi" w:cstheme="minorHAnsi"/>
          <w:b/>
        </w:rPr>
      </w:pPr>
      <w:bookmarkStart w:id="0" w:name="_GoBack"/>
      <w:bookmarkEnd w:id="0"/>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2"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3"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16AA4C26"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621422">
        <w:rPr>
          <w:rStyle w:val="normaltextrun"/>
          <w:rFonts w:ascii="Calibri" w:hAnsi="Calibri" w:cs="Calibri"/>
          <w:color w:val="000000"/>
        </w:rPr>
        <w:t>.</w:t>
      </w:r>
      <w:r>
        <w:rPr>
          <w:rStyle w:val="normaltextrun"/>
          <w:rFonts w:ascii="Calibri" w:hAnsi="Calibri" w:cs="Calibri"/>
          <w:color w:val="000000"/>
        </w:rPr>
        <w:t xml:space="preserve">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4"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5"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3"/>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63544F6">
        <w:tc>
          <w:tcPr>
            <w:tcW w:w="10800" w:type="dxa"/>
            <w:tcBorders>
              <w:bottom w:val="single" w:sz="4" w:space="0" w:color="auto"/>
            </w:tcBorders>
          </w:tcPr>
          <w:p w14:paraId="1D7BA5C7" w14:textId="3025D975"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271E4B">
              <w:rPr>
                <w:rFonts w:asciiTheme="minorHAnsi" w:hAnsiTheme="minorHAnsi" w:cstheme="minorHAnsi"/>
                <w:b/>
                <w:sz w:val="22"/>
              </w:rPr>
              <w:t>24-</w:t>
            </w:r>
            <w:r w:rsidR="008C20FE">
              <w:rPr>
                <w:rFonts w:asciiTheme="minorHAnsi" w:hAnsiTheme="minorHAnsi" w:cstheme="minorHAnsi"/>
                <w:b/>
                <w:sz w:val="22"/>
              </w:rPr>
              <w:t>76232</w:t>
            </w:r>
          </w:p>
        </w:tc>
      </w:tr>
      <w:tr w:rsidR="00120B5D" w:rsidRPr="00981026" w14:paraId="4531685F" w14:textId="77777777" w:rsidTr="663544F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63544F6">
        <w:tc>
          <w:tcPr>
            <w:tcW w:w="10800" w:type="dxa"/>
            <w:tcBorders>
              <w:bottom w:val="single" w:sz="4" w:space="0" w:color="auto"/>
            </w:tcBorders>
          </w:tcPr>
          <w:p w14:paraId="4B162558" w14:textId="7E8A5D43" w:rsidR="00120B5D" w:rsidRPr="00981026" w:rsidRDefault="00120B5D" w:rsidP="663544F6">
            <w:pPr>
              <w:tabs>
                <w:tab w:val="left" w:pos="390"/>
              </w:tabs>
              <w:rPr>
                <w:rFonts w:asciiTheme="minorHAnsi" w:hAnsiTheme="minorHAnsi" w:cstheme="minorBidi"/>
                <w:b/>
                <w:bCs/>
                <w:sz w:val="22"/>
                <w:szCs w:val="22"/>
              </w:rPr>
            </w:pPr>
            <w:r w:rsidRPr="663544F6">
              <w:rPr>
                <w:rFonts w:asciiTheme="minorHAnsi" w:hAnsiTheme="minorHAnsi" w:cstheme="minorBidi"/>
                <w:b/>
                <w:bCs/>
                <w:sz w:val="22"/>
                <w:szCs w:val="22"/>
              </w:rPr>
              <w:t>TOTAL BID AMOUNT:</w:t>
            </w:r>
            <w:r w:rsidR="31529CEC" w:rsidRPr="663544F6">
              <w:rPr>
                <w:rFonts w:asciiTheme="minorHAnsi" w:hAnsiTheme="minorHAnsi" w:cstheme="minorBidi"/>
                <w:b/>
                <w:bCs/>
                <w:sz w:val="22"/>
                <w:szCs w:val="22"/>
              </w:rPr>
              <w:t xml:space="preserve"> </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360"/>
        <w:gridCol w:w="2694"/>
        <w:gridCol w:w="2694"/>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0"/>
        <w:gridCol w:w="360"/>
        <w:gridCol w:w="2694"/>
        <w:gridCol w:w="2694"/>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130"/>
        <w:gridCol w:w="450"/>
        <w:gridCol w:w="5328"/>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6"/>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D62CD1" w14:textId="77777777" w:rsidR="00DA6673" w:rsidRDefault="00DA6673">
      <w:pPr>
        <w:spacing w:line="20" w:lineRule="exact"/>
      </w:pPr>
    </w:p>
  </w:endnote>
  <w:endnote w:type="continuationSeparator" w:id="0">
    <w:p w14:paraId="60EF1663" w14:textId="77777777" w:rsidR="00DA6673" w:rsidRDefault="00DA6673">
      <w:r>
        <w:t xml:space="preserve"> </w:t>
      </w:r>
    </w:p>
  </w:endnote>
  <w:endnote w:type="continuationNotice" w:id="1">
    <w:p w14:paraId="193BC8BC" w14:textId="77777777" w:rsidR="00DA6673" w:rsidRDefault="00DA667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F33C52">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F33C52">
      <w:rPr>
        <w:b/>
        <w:noProof/>
        <w:sz w:val="20"/>
      </w:rPr>
      <w:t>3</w:t>
    </w:r>
    <w:r w:rsidR="00C85D57" w:rsidRPr="00A94D49">
      <w:rPr>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162B4" w14:textId="77777777" w:rsidR="00DA6673" w:rsidRDefault="00DA6673">
      <w:r>
        <w:separator/>
      </w:r>
    </w:p>
  </w:footnote>
  <w:footnote w:type="continuationSeparator" w:id="0">
    <w:p w14:paraId="0E72E093" w14:textId="77777777" w:rsidR="00DA6673" w:rsidRDefault="00DA6673">
      <w:r>
        <w:continuationSeparator/>
      </w:r>
    </w:p>
  </w:footnote>
  <w:footnote w:type="continuationNotice" w:id="1">
    <w:p w14:paraId="653F23D0" w14:textId="77777777" w:rsidR="00DA6673" w:rsidRDefault="00DA667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5DB153E"/>
    <w:multiLevelType w:val="singleLevel"/>
    <w:tmpl w:val="04090011"/>
    <w:lvl w:ilvl="0">
      <w:start w:val="1"/>
      <w:numFmt w:val="decimal"/>
      <w:lvlText w:val="%1)"/>
      <w:lvlJc w:val="left"/>
      <w:pPr>
        <w:tabs>
          <w:tab w:val="num" w:pos="360"/>
        </w:tabs>
        <w:ind w:left="360" w:hanging="360"/>
      </w:pPr>
    </w:lvl>
  </w:abstractNum>
  <w:abstractNum w:abstractNumId="3">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639051D9"/>
    <w:multiLevelType w:val="hybridMultilevel"/>
    <w:tmpl w:val="EDE63A06"/>
    <w:lvl w:ilvl="0" w:tplc="42DEA186">
      <w:start w:val="1"/>
      <w:numFmt w:val="bullet"/>
      <w:lvlText w:val=""/>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nsid w:val="7BC21023"/>
    <w:multiLevelType w:val="hybridMultilevel"/>
    <w:tmpl w:val="72E42F3C"/>
    <w:lvl w:ilvl="0" w:tplc="1C240E22">
      <w:start w:val="1"/>
      <w:numFmt w:val="bullet"/>
      <w:lvlText w:val=""/>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FEC"/>
    <w:rsid w:val="00011B7A"/>
    <w:rsid w:val="00034AD5"/>
    <w:rsid w:val="00041AA9"/>
    <w:rsid w:val="00043E5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1E4B"/>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19F6"/>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1422"/>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B51EF"/>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418F"/>
    <w:rsid w:val="008B7152"/>
    <w:rsid w:val="008C20FE"/>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A6673"/>
    <w:rsid w:val="00DB25F4"/>
    <w:rsid w:val="00DB686A"/>
    <w:rsid w:val="00DB6D55"/>
    <w:rsid w:val="00DC1D7C"/>
    <w:rsid w:val="00DC3A92"/>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14C11"/>
    <w:rsid w:val="00F231B1"/>
    <w:rsid w:val="00F31F68"/>
    <w:rsid w:val="00F33C52"/>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9E112D9"/>
    <w:rsid w:val="2AA28CDC"/>
    <w:rsid w:val="2C3E5D3D"/>
    <w:rsid w:val="2DDA2D9E"/>
    <w:rsid w:val="300C3474"/>
    <w:rsid w:val="31529CEC"/>
    <w:rsid w:val="34259FD9"/>
    <w:rsid w:val="3514DC26"/>
    <w:rsid w:val="35E53F83"/>
    <w:rsid w:val="3924A5AA"/>
    <w:rsid w:val="3924CDCB"/>
    <w:rsid w:val="3DF83EEE"/>
    <w:rsid w:val="48DD9A04"/>
    <w:rsid w:val="491E0117"/>
    <w:rsid w:val="493AF195"/>
    <w:rsid w:val="4AAE73E9"/>
    <w:rsid w:val="4BD436B4"/>
    <w:rsid w:val="4BE5B3F5"/>
    <w:rsid w:val="4E8A6C51"/>
    <w:rsid w:val="5084CDAF"/>
    <w:rsid w:val="5379D5C7"/>
    <w:rsid w:val="571BFD74"/>
    <w:rsid w:val="5D6350B7"/>
    <w:rsid w:val="600DD359"/>
    <w:rsid w:val="60772230"/>
    <w:rsid w:val="60AEC27D"/>
    <w:rsid w:val="6229B620"/>
    <w:rsid w:val="62EFFA55"/>
    <w:rsid w:val="63AEC2F2"/>
    <w:rsid w:val="663544F6"/>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customStyle="1"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customStyle="1"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n.gov/idoa/mwb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bookmark://_1.20_EQUAL_OPPORTUNI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in.gov/idoa/mwbe"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in.gov/idoa/mwb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672E331C8C1FA4AA0EA34309BB0B054" ma:contentTypeVersion="3" ma:contentTypeDescription="Create a new document." ma:contentTypeScope="" ma:versionID="3968cd4c191c33e07b09c6fbf28d52f5">
  <xsd:schema xmlns:xsd="http://www.w3.org/2001/XMLSchema" xmlns:xs="http://www.w3.org/2001/XMLSchema" xmlns:p="http://schemas.microsoft.com/office/2006/metadata/properties" xmlns:ns2="f28e0b87-87bd-4473-a9f4-dcd51a65107d" targetNamespace="http://schemas.microsoft.com/office/2006/metadata/properties" ma:root="true" ma:fieldsID="d8df90e26b85f87ea1e2c7f253a0abf2" ns2:_="">
    <xsd:import namespace="f28e0b87-87bd-4473-a9f4-dcd51a65107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8e0b87-87bd-4473-a9f4-dcd51a6510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61A5A-1A7D-4AD7-877D-A7C556CF653B}">
  <ds:schemaRefs>
    <ds:schemaRef ds:uri="http://purl.org/dc/terms/"/>
    <ds:schemaRef ds:uri="http://schemas.openxmlformats.org/package/2006/metadata/core-properties"/>
    <ds:schemaRef ds:uri="f28e0b87-87bd-4473-a9f4-dcd51a65107d"/>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EE41504A-3BFD-42DB-8084-07F472AA3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8e0b87-87bd-4473-a9f4-dcd51a651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21C90CA-48CD-4C85-95D6-9A83521A2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Tina McCormack</cp:lastModifiedBy>
  <cp:revision>2</cp:revision>
  <cp:lastPrinted>2014-07-02T17:29:00Z</cp:lastPrinted>
  <dcterms:created xsi:type="dcterms:W3CDTF">2023-11-10T17:32:00Z</dcterms:created>
  <dcterms:modified xsi:type="dcterms:W3CDTF">2023-11-10T17:32:00Z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0x0101008672E331C8C1FA4AA0EA34309BB0B054</vt:lpwstr>
  </property>
</Properties>
</file>